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2D1246" w:rsidRDefault="002D1246" w:rsidP="002D1246">
      <w:pPr>
        <w:pStyle w:val="ConsPlusNormal"/>
        <w:jc w:val="center"/>
      </w:pPr>
      <w:r>
        <w:t>ИНФОРМАЦИЯ</w:t>
      </w:r>
    </w:p>
    <w:p w:rsidR="002D1246" w:rsidRDefault="002D1246" w:rsidP="002D1246">
      <w:pPr>
        <w:pStyle w:val="ConsPlusNormal"/>
        <w:jc w:val="center"/>
      </w:pPr>
      <w:r>
        <w:t>о мониторинге 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055"/>
      </w:tblGrid>
      <w:tr w:rsidR="00E73603" w:rsidTr="00E62846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C15CDE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C15CDE">
              <w:t>октября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C15CDE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</w:t>
            </w:r>
            <w:r w:rsidR="00C15CDE">
              <w:rPr>
                <w:sz w:val="20"/>
                <w:szCs w:val="20"/>
              </w:rPr>
              <w:t>10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2D1246" w:rsidP="00C15CDE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05.11.2025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3603" w:rsidRPr="00E62846" w:rsidRDefault="002D1246" w:rsidP="002D1246">
            <w:pPr>
              <w:jc w:val="both"/>
            </w:pPr>
            <w:r>
              <w:t>Комитет по финансам, налоговой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587AB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AB3" w:rsidRDefault="00587AB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7AB3" w:rsidRDefault="00587AB3" w:rsidP="008A4DC3">
            <w:pPr>
              <w:pStyle w:val="ConsPlusNormal"/>
            </w:pPr>
            <w:r>
              <w:rPr>
                <w:sz w:val="20"/>
                <w:szCs w:val="20"/>
              </w:rPr>
              <w:t>Муниципальная программа «</w:t>
            </w:r>
            <w:r w:rsidRPr="004B3D0E">
              <w:rPr>
                <w:sz w:val="20"/>
                <w:szCs w:val="20"/>
              </w:rPr>
              <w:t>Развитие культуры города Рубцовска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7AB3" w:rsidRDefault="00587AB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7AB3" w:rsidRDefault="00587AB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3" w:rsidRPr="002D1246" w:rsidRDefault="00587AB3" w:rsidP="002D1246">
            <w:pPr>
              <w:pStyle w:val="ConsPlusNormal"/>
              <w:rPr>
                <w:sz w:val="16"/>
                <w:szCs w:val="16"/>
              </w:rPr>
            </w:pPr>
            <w:r w:rsidRPr="002D1246">
              <w:rPr>
                <w:sz w:val="16"/>
                <w:szCs w:val="16"/>
              </w:rPr>
              <w:t>28</w:t>
            </w:r>
            <w:r w:rsidR="002D1246" w:rsidRPr="002D1246">
              <w:rPr>
                <w:sz w:val="16"/>
                <w:szCs w:val="16"/>
              </w:rPr>
              <w:t xml:space="preserve"> </w:t>
            </w:r>
            <w:r w:rsidRPr="002D1246">
              <w:rPr>
                <w:sz w:val="16"/>
                <w:szCs w:val="16"/>
              </w:rPr>
              <w:t>0</w:t>
            </w:r>
            <w:r w:rsidR="002D1246" w:rsidRPr="002D1246">
              <w:rPr>
                <w:sz w:val="16"/>
                <w:szCs w:val="16"/>
              </w:rPr>
              <w:t xml:space="preserve"> </w:t>
            </w:r>
            <w:r w:rsidRPr="002D1246">
              <w:rPr>
                <w:sz w:val="16"/>
                <w:szCs w:val="16"/>
              </w:rPr>
              <w:t>00</w:t>
            </w:r>
            <w:r w:rsidR="002D1246" w:rsidRPr="002D1246">
              <w:rPr>
                <w:sz w:val="16"/>
                <w:szCs w:val="16"/>
              </w:rPr>
              <w:t xml:space="preserve"> </w:t>
            </w:r>
            <w:r w:rsidRPr="002D1246">
              <w:rPr>
                <w:sz w:val="16"/>
                <w:szCs w:val="16"/>
              </w:rPr>
              <w:t>Р6056</w:t>
            </w:r>
          </w:p>
        </w:tc>
      </w:tr>
      <w:tr w:rsidR="002D1246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246" w:rsidRDefault="002D1246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1246" w:rsidRPr="00587AB3" w:rsidRDefault="002D1246" w:rsidP="00587AB3">
            <w:pPr>
              <w:pStyle w:val="ConsPlusNormal"/>
              <w:rPr>
                <w:sz w:val="20"/>
                <w:szCs w:val="20"/>
              </w:rPr>
            </w:pPr>
            <w:r w:rsidRPr="00587AB3">
              <w:rPr>
                <w:sz w:val="20"/>
                <w:szCs w:val="20"/>
              </w:rPr>
              <w:t>Текущий ремонт памятников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1246" w:rsidRDefault="002D1246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1246" w:rsidRDefault="002D1246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46" w:rsidRPr="002D1246" w:rsidRDefault="002D1246" w:rsidP="00B264CF">
            <w:pPr>
              <w:pStyle w:val="ConsPlusNormal"/>
              <w:rPr>
                <w:sz w:val="16"/>
                <w:szCs w:val="16"/>
              </w:rPr>
            </w:pPr>
            <w:r w:rsidRPr="002D1246">
              <w:rPr>
                <w:sz w:val="16"/>
                <w:szCs w:val="16"/>
              </w:rPr>
              <w:t>057</w:t>
            </w:r>
            <w:r w:rsidRPr="002D1246">
              <w:rPr>
                <w:sz w:val="16"/>
                <w:szCs w:val="16"/>
              </w:rPr>
              <w:t xml:space="preserve"> </w:t>
            </w:r>
            <w:r w:rsidRPr="002D1246">
              <w:rPr>
                <w:sz w:val="16"/>
                <w:szCs w:val="16"/>
              </w:rPr>
              <w:t>0801</w:t>
            </w:r>
            <w:r w:rsidRPr="002D1246">
              <w:rPr>
                <w:sz w:val="16"/>
                <w:szCs w:val="16"/>
              </w:rPr>
              <w:t xml:space="preserve"> </w:t>
            </w:r>
            <w:r w:rsidRPr="002D1246">
              <w:rPr>
                <w:sz w:val="16"/>
                <w:szCs w:val="16"/>
              </w:rPr>
              <w:t>28</w:t>
            </w:r>
            <w:r w:rsidRPr="002D1246">
              <w:rPr>
                <w:sz w:val="16"/>
                <w:szCs w:val="16"/>
              </w:rPr>
              <w:t xml:space="preserve"> </w:t>
            </w:r>
            <w:r w:rsidRPr="002D1246">
              <w:rPr>
                <w:sz w:val="16"/>
                <w:szCs w:val="16"/>
              </w:rPr>
              <w:t>0</w:t>
            </w:r>
            <w:r w:rsidRPr="002D1246">
              <w:rPr>
                <w:sz w:val="16"/>
                <w:szCs w:val="16"/>
              </w:rPr>
              <w:t xml:space="preserve"> </w:t>
            </w:r>
            <w:r w:rsidRPr="002D1246">
              <w:rPr>
                <w:sz w:val="16"/>
                <w:szCs w:val="16"/>
              </w:rPr>
              <w:t>00</w:t>
            </w:r>
            <w:r w:rsidRPr="002D1246">
              <w:rPr>
                <w:sz w:val="16"/>
                <w:szCs w:val="16"/>
              </w:rPr>
              <w:t xml:space="preserve"> </w:t>
            </w:r>
            <w:r w:rsidRPr="002D1246">
              <w:rPr>
                <w:sz w:val="16"/>
                <w:szCs w:val="16"/>
              </w:rPr>
              <w:t>Р6056</w:t>
            </w:r>
            <w:r w:rsidRPr="002D1246">
              <w:rPr>
                <w:sz w:val="16"/>
                <w:szCs w:val="16"/>
              </w:rPr>
              <w:t xml:space="preserve"> </w:t>
            </w:r>
            <w:r w:rsidRPr="002D1246">
              <w:rPr>
                <w:sz w:val="16"/>
                <w:szCs w:val="16"/>
              </w:rPr>
              <w:t>612</w:t>
            </w:r>
          </w:p>
        </w:tc>
      </w:tr>
      <w:tr w:rsidR="00587AB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AB3" w:rsidRDefault="00587AB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7AB3" w:rsidRPr="00E62846" w:rsidRDefault="00587AB3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7AB3" w:rsidRDefault="00587AB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7AB3" w:rsidRDefault="00587AB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3" w:rsidRDefault="00587AB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418"/>
        <w:gridCol w:w="1462"/>
      </w:tblGrid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7F09D2" w:rsidRPr="00631B09" w:rsidTr="007F09D2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C15CDE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Результат предоставления субсидии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7F09D2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7F09D2" w:rsidRPr="00631B09" w:rsidTr="007F09D2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.1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7F09D2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C15CDE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9D2" w:rsidRPr="00631B09" w:rsidTr="007F09D2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.1.1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C15CDE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9D2" w:rsidRPr="00631B09" w:rsidTr="007F09D2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.1.2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9D2" w:rsidRPr="00631B09" w:rsidTr="007F09D2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.1.3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9D2" w:rsidRPr="00631B09" w:rsidTr="007F09D2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.2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7F09D2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C15CDE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F09D2" w:rsidRPr="00631B09" w:rsidTr="007F09D2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.3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7F09D2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9D2" w:rsidRPr="00631B09" w:rsidTr="007F09D2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.3.1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предшествующих отчетному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9D2" w:rsidRPr="00631B09" w:rsidTr="007F09D2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.3.2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9D2" w:rsidRPr="00631B09" w:rsidTr="007F09D2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7F09D2" w:rsidRPr="00631B09">
              <w:rPr>
                <w:sz w:val="24"/>
                <w:szCs w:val="24"/>
              </w:rPr>
              <w:t>.4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7F09D2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9014BC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9D2" w:rsidRPr="00631B09" w:rsidTr="007F09D2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>
              <w:rPr>
                <w:sz w:val="24"/>
                <w:szCs w:val="24"/>
              </w:rPr>
              <w:t>.</w:t>
            </w:r>
            <w:r w:rsidR="007F09D2" w:rsidRPr="00631B09">
              <w:rPr>
                <w:sz w:val="24"/>
                <w:szCs w:val="24"/>
              </w:rPr>
              <w:t>4.1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9014BC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9D2" w:rsidRPr="00631B09" w:rsidTr="007F09D2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.4.2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1" w:name="P964"/>
      <w:bookmarkEnd w:id="1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44"/>
        <w:gridCol w:w="924"/>
        <w:gridCol w:w="924"/>
        <w:gridCol w:w="923"/>
        <w:gridCol w:w="841"/>
        <w:gridCol w:w="446"/>
        <w:gridCol w:w="721"/>
        <w:gridCol w:w="777"/>
        <w:gridCol w:w="721"/>
        <w:gridCol w:w="777"/>
        <w:gridCol w:w="777"/>
        <w:gridCol w:w="810"/>
        <w:gridCol w:w="656"/>
        <w:gridCol w:w="1357"/>
        <w:gridCol w:w="956"/>
        <w:gridCol w:w="1102"/>
        <w:gridCol w:w="804"/>
        <w:gridCol w:w="804"/>
      </w:tblGrid>
      <w:tr w:rsidR="004C22C2" w:rsidRPr="007F09D2" w:rsidTr="00587AB3">
        <w:tc>
          <w:tcPr>
            <w:tcW w:w="94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92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2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2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287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583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13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58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08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7F09D2" w:rsidRPr="007F09D2" w:rsidTr="00587AB3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4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4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498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498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77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81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5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57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5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10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80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80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7F09D2" w:rsidRPr="007F09D2" w:rsidTr="00587AB3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2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2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C22C2" w:rsidRPr="007F09D2" w:rsidTr="00587AB3">
        <w:tc>
          <w:tcPr>
            <w:tcW w:w="94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" w:name="P992"/>
            <w:bookmarkEnd w:id="2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92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" w:name="P993"/>
            <w:bookmarkEnd w:id="3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2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2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4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996"/>
            <w:bookmarkEnd w:id="4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4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5" w:name="P997"/>
            <w:bookmarkEnd w:id="5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2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6" w:name="P998"/>
            <w:bookmarkEnd w:id="6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7" w:name="P999"/>
            <w:bookmarkEnd w:id="7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2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8" w:name="P1000"/>
            <w:bookmarkEnd w:id="8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1001"/>
            <w:bookmarkEnd w:id="9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0" w:name="P1002"/>
            <w:bookmarkEnd w:id="10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81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1" w:name="P1003"/>
            <w:bookmarkEnd w:id="11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5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1004"/>
            <w:bookmarkEnd w:id="12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5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1005"/>
            <w:bookmarkEnd w:id="13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5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1006"/>
            <w:bookmarkEnd w:id="14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10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1007"/>
            <w:bookmarkEnd w:id="15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80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1008"/>
            <w:bookmarkEnd w:id="16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80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1009"/>
            <w:bookmarkEnd w:id="17"/>
            <w:r w:rsidRPr="007F09D2">
              <w:rPr>
                <w:sz w:val="20"/>
                <w:szCs w:val="20"/>
              </w:rPr>
              <w:t>18</w:t>
            </w:r>
          </w:p>
        </w:tc>
      </w:tr>
      <w:tr w:rsidR="009014BC" w:rsidRPr="007F09D2" w:rsidTr="00864CF6">
        <w:tc>
          <w:tcPr>
            <w:tcW w:w="944" w:type="dxa"/>
            <w:vMerge w:val="restart"/>
            <w:vAlign w:val="center"/>
          </w:tcPr>
          <w:p w:rsidR="009014BC" w:rsidRPr="007F09D2" w:rsidRDefault="009014BC" w:rsidP="008A4DC3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МБУК</w:t>
            </w:r>
            <w:proofErr w:type="spellEnd"/>
            <w:r>
              <w:rPr>
                <w:sz w:val="20"/>
                <w:szCs w:val="20"/>
              </w:rPr>
              <w:t xml:space="preserve"> «Краеведческий музей»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Рубцовска</w:t>
            </w:r>
          </w:p>
        </w:tc>
        <w:tc>
          <w:tcPr>
            <w:tcW w:w="924" w:type="dxa"/>
            <w:vAlign w:val="center"/>
          </w:tcPr>
          <w:p w:rsidR="009014BC" w:rsidRPr="007F09D2" w:rsidRDefault="009014BC" w:rsidP="00D25CCD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текущий ремонт памятников</w:t>
            </w:r>
          </w:p>
        </w:tc>
        <w:tc>
          <w:tcPr>
            <w:tcW w:w="924" w:type="dxa"/>
            <w:vAlign w:val="center"/>
          </w:tcPr>
          <w:p w:rsidR="009014BC" w:rsidRPr="007F09D2" w:rsidRDefault="009014BC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1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446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21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7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1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7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7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vAlign w:val="center"/>
          </w:tcPr>
          <w:p w:rsidR="009014BC" w:rsidRPr="007F09D2" w:rsidRDefault="009014BC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57" w:type="dxa"/>
            <w:vAlign w:val="center"/>
          </w:tcPr>
          <w:p w:rsidR="009014BC" w:rsidRPr="007F09D2" w:rsidRDefault="009014BC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56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753549,29</w:t>
            </w:r>
          </w:p>
        </w:tc>
        <w:tc>
          <w:tcPr>
            <w:tcW w:w="1102" w:type="dxa"/>
            <w:vAlign w:val="center"/>
          </w:tcPr>
          <w:p w:rsidR="009014BC" w:rsidRPr="007F09D2" w:rsidRDefault="009014BC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</w:tcPr>
          <w:p w:rsidR="009014BC" w:rsidRDefault="009014BC">
            <w:r w:rsidRPr="00343119">
              <w:t>753549,29</w:t>
            </w:r>
          </w:p>
        </w:tc>
        <w:tc>
          <w:tcPr>
            <w:tcW w:w="804" w:type="dxa"/>
          </w:tcPr>
          <w:p w:rsidR="009014BC" w:rsidRDefault="009014BC">
            <w:r w:rsidRPr="00343119">
              <w:t>753549,29</w:t>
            </w:r>
          </w:p>
        </w:tc>
      </w:tr>
      <w:tr w:rsidR="00D25CCD" w:rsidRPr="007F09D2" w:rsidTr="00587AB3">
        <w:tc>
          <w:tcPr>
            <w:tcW w:w="0" w:type="auto"/>
            <w:vMerge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D25CCD" w:rsidRPr="007F09D2" w:rsidRDefault="00D25CCD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текущий ремонт памятни</w:t>
            </w:r>
            <w:r>
              <w:rPr>
                <w:sz w:val="20"/>
                <w:szCs w:val="20"/>
              </w:rPr>
              <w:lastRenderedPageBreak/>
              <w:t>ков</w:t>
            </w:r>
          </w:p>
        </w:tc>
        <w:tc>
          <w:tcPr>
            <w:tcW w:w="924" w:type="dxa"/>
            <w:vAlign w:val="center"/>
          </w:tcPr>
          <w:p w:rsidR="00D25CCD" w:rsidRPr="007F09D2" w:rsidRDefault="00D25CCD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КТ-0000000001</w:t>
            </w:r>
          </w:p>
        </w:tc>
        <w:tc>
          <w:tcPr>
            <w:tcW w:w="923" w:type="dxa"/>
            <w:vAlign w:val="center"/>
          </w:tcPr>
          <w:p w:rsidR="00D25CCD" w:rsidRPr="007F09D2" w:rsidRDefault="00D25CCD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41" w:type="dxa"/>
            <w:vAlign w:val="center"/>
          </w:tcPr>
          <w:p w:rsidR="00D25CCD" w:rsidRPr="007F09D2" w:rsidRDefault="00D25CCD" w:rsidP="00FA1B34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6" w:type="dxa"/>
            <w:vAlign w:val="center"/>
          </w:tcPr>
          <w:p w:rsidR="00D25CCD" w:rsidRPr="007F09D2" w:rsidRDefault="00D25CCD" w:rsidP="00FA1B34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1" w:type="dxa"/>
            <w:vAlign w:val="center"/>
          </w:tcPr>
          <w:p w:rsidR="00D25CCD" w:rsidRPr="007F09D2" w:rsidRDefault="00D25CCD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D25CCD" w:rsidRPr="007F09D2" w:rsidRDefault="00D25CCD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1" w:type="dxa"/>
            <w:vAlign w:val="center"/>
          </w:tcPr>
          <w:p w:rsidR="00D25CCD" w:rsidRPr="007F09D2" w:rsidRDefault="00D25CCD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D25CCD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7" w:type="dxa"/>
            <w:vAlign w:val="center"/>
          </w:tcPr>
          <w:p w:rsidR="00D25CCD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  <w:vAlign w:val="center"/>
          </w:tcPr>
          <w:p w:rsidR="00D25CCD" w:rsidRPr="007F09D2" w:rsidRDefault="00D25CCD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6" w:type="dxa"/>
            <w:vAlign w:val="center"/>
          </w:tcPr>
          <w:p w:rsidR="00D25CCD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09.05</w:t>
            </w:r>
            <w:r w:rsidR="00D25CCD">
              <w:rPr>
                <w:sz w:val="20"/>
                <w:szCs w:val="20"/>
              </w:rPr>
              <w:t>.2025</w:t>
            </w:r>
          </w:p>
        </w:tc>
        <w:tc>
          <w:tcPr>
            <w:tcW w:w="1357" w:type="dxa"/>
            <w:vAlign w:val="center"/>
          </w:tcPr>
          <w:p w:rsidR="00D25CCD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09.05</w:t>
            </w:r>
            <w:r w:rsidR="00D25CCD">
              <w:rPr>
                <w:sz w:val="20"/>
                <w:szCs w:val="20"/>
              </w:rPr>
              <w:t>.2025</w:t>
            </w:r>
          </w:p>
        </w:tc>
        <w:tc>
          <w:tcPr>
            <w:tcW w:w="956" w:type="dxa"/>
            <w:vAlign w:val="center"/>
          </w:tcPr>
          <w:p w:rsidR="00D25CCD" w:rsidRPr="007F09D2" w:rsidRDefault="00D25CCD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02" w:type="dxa"/>
            <w:vAlign w:val="center"/>
          </w:tcPr>
          <w:p w:rsidR="00D25CCD" w:rsidRPr="007F09D2" w:rsidRDefault="00D25CCD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D25CCD" w:rsidRPr="007F09D2" w:rsidRDefault="00D25CCD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D25CCD" w:rsidRPr="007F09D2" w:rsidRDefault="00D25CCD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D25CCD" w:rsidRPr="007F09D2" w:rsidTr="00587AB3">
        <w:tc>
          <w:tcPr>
            <w:tcW w:w="0" w:type="auto"/>
            <w:vMerge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D25CCD" w:rsidRPr="007F09D2" w:rsidRDefault="00D25CCD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...</w:t>
            </w:r>
          </w:p>
        </w:tc>
        <w:tc>
          <w:tcPr>
            <w:tcW w:w="924" w:type="dxa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656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02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C22CB7" w:rsidRPr="00B226B1" w:rsidRDefault="00C22CB7" w:rsidP="00B226B1">
      <w:pPr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BA9" w:rsidRDefault="009E3BA9">
      <w:r>
        <w:separator/>
      </w:r>
    </w:p>
  </w:endnote>
  <w:endnote w:type="continuationSeparator" w:id="0">
    <w:p w:rsidR="009E3BA9" w:rsidRDefault="009E3B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850B55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BA9" w:rsidRDefault="009E3BA9">
      <w:r>
        <w:separator/>
      </w:r>
    </w:p>
  </w:footnote>
  <w:footnote w:type="continuationSeparator" w:id="0">
    <w:p w:rsidR="009E3BA9" w:rsidRDefault="009E3B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850B55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850B55">
    <w:pPr>
      <w:pStyle w:val="a5"/>
      <w:jc w:val="right"/>
    </w:pPr>
    <w:fldSimple w:instr=" PAGE   \* MERGEFORMAT ">
      <w:r w:rsidR="002D1246">
        <w:rPr>
          <w:noProof/>
        </w:rPr>
        <w:t>5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77A3D"/>
    <w:rsid w:val="00184A4B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5D3F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1246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4056"/>
    <w:rsid w:val="00365321"/>
    <w:rsid w:val="00365963"/>
    <w:rsid w:val="00365BA8"/>
    <w:rsid w:val="00367C8F"/>
    <w:rsid w:val="0037285F"/>
    <w:rsid w:val="00372BAA"/>
    <w:rsid w:val="003740AA"/>
    <w:rsid w:val="00377A36"/>
    <w:rsid w:val="00380CA5"/>
    <w:rsid w:val="003815D3"/>
    <w:rsid w:val="00381ED2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7DA4"/>
    <w:rsid w:val="004C22C2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82A87"/>
    <w:rsid w:val="005853DF"/>
    <w:rsid w:val="00585C35"/>
    <w:rsid w:val="00587AB3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50B55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14B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1AA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3BA9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1D88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1E6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5CDE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46EAF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2B4"/>
    <w:rsid w:val="00D13552"/>
    <w:rsid w:val="00D14609"/>
    <w:rsid w:val="00D15612"/>
    <w:rsid w:val="00D15884"/>
    <w:rsid w:val="00D15FE7"/>
    <w:rsid w:val="00D20757"/>
    <w:rsid w:val="00D20A3B"/>
    <w:rsid w:val="00D21C06"/>
    <w:rsid w:val="00D25CCD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385DA-AF11-4794-A54C-A30E14E09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13</TotalTime>
  <Pages>5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4943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5</cp:revision>
  <cp:lastPrinted>2025-02-07T06:18:00Z</cp:lastPrinted>
  <dcterms:created xsi:type="dcterms:W3CDTF">2025-04-18T04:53:00Z</dcterms:created>
  <dcterms:modified xsi:type="dcterms:W3CDTF">2025-11-06T07:43:00Z</dcterms:modified>
</cp:coreProperties>
</file>